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24" w:rsidRPr="00CF6BE7" w:rsidRDefault="00A53824" w:rsidP="00401CA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LESSON REFLECTIONS</w:t>
      </w:r>
    </w:p>
    <w:p w:rsidR="00A53824" w:rsidRDefault="00A53824" w:rsidP="00BD04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“A Little of This, A Little of That”</w:t>
      </w:r>
    </w:p>
    <w:p w:rsidR="00A53824" w:rsidRDefault="00A53824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Pr="00CF6BE7" w:rsidRDefault="00A53824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What was your favorite part of the lesson and why? </w:t>
      </w:r>
    </w:p>
    <w:p w:rsidR="00A53824" w:rsidRPr="00C40B5B" w:rsidRDefault="00A53824" w:rsidP="00401CA9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Default="00A53824" w:rsidP="00BD04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All of the PT’s thought this is a great lesson that uses math in real life. </w:t>
      </w:r>
    </w:p>
    <w:p w:rsidR="00A53824" w:rsidRDefault="00A53824" w:rsidP="00BD04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Not only are the students solving the equation, but they are correctly measuring for the recipe. </w:t>
      </w:r>
    </w:p>
    <w:p w:rsidR="00A53824" w:rsidRPr="00BD04B7" w:rsidRDefault="00A53824" w:rsidP="00BD04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The students and their families enjoyed this lesson very much.</w:t>
      </w:r>
    </w:p>
    <w:p w:rsidR="00A53824" w:rsidRDefault="00A53824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Default="00A53824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3824" w:rsidRPr="00CF6BE7" w:rsidRDefault="00A53824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How effective was the lesson in meeting the objective?  What was most effective? </w:t>
      </w:r>
    </w:p>
    <w:p w:rsidR="00A53824" w:rsidRDefault="00A53824" w:rsidP="00401CA9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Default="00A53824" w:rsidP="00BD04B7">
      <w:pPr>
        <w:pStyle w:val="ListParagraph"/>
        <w:widowControl w:val="0"/>
        <w:autoSpaceDE w:val="0"/>
        <w:autoSpaceDN w:val="0"/>
        <w:adjustRightInd w:val="0"/>
        <w:rPr>
          <w:sz w:val="20"/>
          <w:szCs w:val="20"/>
        </w:rPr>
      </w:pPr>
      <w:r w:rsidRPr="00BD04B7">
        <w:rPr>
          <w:sz w:val="20"/>
          <w:szCs w:val="20"/>
        </w:rPr>
        <w:t xml:space="preserve">They all agreed the lesson met the objectives and was very effective for their students. </w:t>
      </w:r>
    </w:p>
    <w:p w:rsidR="00A53824" w:rsidRPr="00BD04B7" w:rsidRDefault="00A53824" w:rsidP="00BD04B7">
      <w:pPr>
        <w:pStyle w:val="ListParagraph"/>
        <w:widowControl w:val="0"/>
        <w:autoSpaceDE w:val="0"/>
        <w:autoSpaceDN w:val="0"/>
        <w:adjustRightInd w:val="0"/>
        <w:rPr>
          <w:sz w:val="20"/>
          <w:szCs w:val="20"/>
        </w:rPr>
      </w:pPr>
      <w:r w:rsidRPr="00BD04B7">
        <w:rPr>
          <w:sz w:val="20"/>
          <w:szCs w:val="20"/>
        </w:rPr>
        <w:t xml:space="preserve"> </w:t>
      </w:r>
      <w:r>
        <w:rPr>
          <w:sz w:val="20"/>
          <w:szCs w:val="20"/>
        </w:rPr>
        <w:t>The equations needed modifications for the fourth grade.</w:t>
      </w:r>
    </w:p>
    <w:p w:rsidR="00A53824" w:rsidRDefault="00A53824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Default="00A53824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Pr="00CF6BE7" w:rsidRDefault="00A53824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What parts of the lesson would you change?  Why?  </w:t>
      </w:r>
    </w:p>
    <w:p w:rsidR="00A53824" w:rsidRDefault="00A53824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Default="00A53824" w:rsidP="00BD04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One PT had the students to prepare the cookies at school instead of at home. </w:t>
      </w:r>
    </w:p>
    <w:p w:rsidR="00A53824" w:rsidRDefault="00A53824" w:rsidP="00BD04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This could also be taught with rice crispy treats. </w:t>
      </w:r>
    </w:p>
    <w:p w:rsidR="00A53824" w:rsidRDefault="00A53824" w:rsidP="00BD04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One PT let the students use calculators for the calculations. </w:t>
      </w:r>
    </w:p>
    <w:p w:rsidR="00A53824" w:rsidRPr="00BD04B7" w:rsidRDefault="00A53824" w:rsidP="00BD04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They also made the cookies at school using our CDC classroom.</w:t>
      </w:r>
    </w:p>
    <w:p w:rsidR="00A53824" w:rsidRDefault="00A53824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Pr="00CF6BE7" w:rsidRDefault="00A53824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Were there any parts that needed more explanation or time?  How did you handle these situations</w:t>
      </w:r>
    </w:p>
    <w:p w:rsidR="00A53824" w:rsidRDefault="00A53824" w:rsidP="00CF6BE7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Pr="00BD04B7" w:rsidRDefault="00A53824" w:rsidP="00BD04B7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Time was not an issue. Teachers were given the choice of doing the activity with their class or letting the activity be an at home assignment. </w:t>
      </w:r>
    </w:p>
    <w:p w:rsidR="00A53824" w:rsidRDefault="00A53824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Default="00A53824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Pr="00C40B5B" w:rsidRDefault="00A53824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Pr="00CF6BE7" w:rsidRDefault="00A53824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Did your students find the lesson meaningful and worth completing?</w:t>
      </w:r>
    </w:p>
    <w:p w:rsidR="00A53824" w:rsidRDefault="00A53824" w:rsidP="00CF6BE7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A53824" w:rsidRPr="00A67E54" w:rsidRDefault="00A53824" w:rsidP="00A67E54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A67E54">
        <w:rPr>
          <w:rFonts w:ascii="Times New Roman" w:hAnsi="Times New Roman"/>
          <w:sz w:val="20"/>
          <w:szCs w:val="20"/>
        </w:rPr>
        <w:t>Yes! Parents and students were excited!</w:t>
      </w:r>
    </w:p>
    <w:sectPr w:rsidR="00A53824" w:rsidRPr="00A67E54" w:rsidSect="00C40B5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B5B"/>
    <w:rsid w:val="000041DC"/>
    <w:rsid w:val="00342CA0"/>
    <w:rsid w:val="00401CA9"/>
    <w:rsid w:val="005523C9"/>
    <w:rsid w:val="00A53824"/>
    <w:rsid w:val="00A67E54"/>
    <w:rsid w:val="00B10583"/>
    <w:rsid w:val="00B37AA0"/>
    <w:rsid w:val="00BC1003"/>
    <w:rsid w:val="00BD04B7"/>
    <w:rsid w:val="00BF5741"/>
    <w:rsid w:val="00C40B5B"/>
    <w:rsid w:val="00CF6BE7"/>
    <w:rsid w:val="00E72996"/>
    <w:rsid w:val="00F4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CA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185</Words>
  <Characters>1058</Characters>
  <Application>Microsoft Office Outlook</Application>
  <DocSecurity>0</DocSecurity>
  <Lines>0</Lines>
  <Paragraphs>0</Paragraphs>
  <ScaleCrop>false</ScaleCrop>
  <Company>Murfreesboro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REFLECTIONS</dc:title>
  <dc:subject/>
  <dc:creator>kim.nelson Nelson</dc:creator>
  <cp:keywords/>
  <dc:description/>
  <cp:lastModifiedBy>Chelle Daniels</cp:lastModifiedBy>
  <cp:revision>2</cp:revision>
  <cp:lastPrinted>2011-11-19T08:31:00Z</cp:lastPrinted>
  <dcterms:created xsi:type="dcterms:W3CDTF">2012-01-13T00:45:00Z</dcterms:created>
  <dcterms:modified xsi:type="dcterms:W3CDTF">2012-01-13T00:45:00Z</dcterms:modified>
</cp:coreProperties>
</file>